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0F1" w:rsidRPr="00804A63" w:rsidRDefault="00E850F1" w:rsidP="005D4E6F">
      <w:pPr>
        <w:jc w:val="right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 xml:space="preserve">Załącznik Nr 5 do SIWZ </w:t>
      </w:r>
    </w:p>
    <w:p w:rsidR="00E850F1" w:rsidRPr="00804A63" w:rsidRDefault="00E850F1" w:rsidP="005D4E6F">
      <w:pPr>
        <w:jc w:val="both"/>
        <w:rPr>
          <w:rFonts w:ascii="Arial" w:hAnsi="Arial" w:cs="Arial"/>
          <w:sz w:val="20"/>
          <w:szCs w:val="20"/>
        </w:rPr>
      </w:pPr>
    </w:p>
    <w:p w:rsidR="00E850F1" w:rsidRPr="00804A63" w:rsidRDefault="00E850F1" w:rsidP="005D4E6F">
      <w:pPr>
        <w:jc w:val="both"/>
        <w:rPr>
          <w:rFonts w:ascii="Arial" w:hAnsi="Arial" w:cs="Arial"/>
          <w:sz w:val="16"/>
          <w:szCs w:val="16"/>
        </w:rPr>
      </w:pPr>
    </w:p>
    <w:p w:rsidR="00E850F1" w:rsidRPr="00804A63" w:rsidRDefault="00E850F1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…………………………….…….</w:t>
      </w:r>
    </w:p>
    <w:p w:rsidR="00E850F1" w:rsidRPr="00804A63" w:rsidRDefault="00E850F1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 xml:space="preserve">   /Nazwa Wykonawcy/</w:t>
      </w:r>
    </w:p>
    <w:p w:rsidR="00E850F1" w:rsidRPr="00804A63" w:rsidRDefault="00E850F1" w:rsidP="005D4E6F">
      <w:pPr>
        <w:rPr>
          <w:rFonts w:ascii="Arial" w:hAnsi="Arial" w:cs="Arial"/>
          <w:b/>
          <w:sz w:val="20"/>
          <w:szCs w:val="20"/>
        </w:rPr>
      </w:pPr>
    </w:p>
    <w:p w:rsidR="00E850F1" w:rsidRDefault="00E850F1" w:rsidP="005D4E6F">
      <w:pPr>
        <w:rPr>
          <w:rFonts w:ascii="Arial" w:hAnsi="Arial" w:cs="Arial"/>
          <w:b/>
          <w:sz w:val="20"/>
          <w:szCs w:val="20"/>
        </w:rPr>
      </w:pPr>
    </w:p>
    <w:p w:rsidR="00E850F1" w:rsidRPr="00804A63" w:rsidRDefault="00E850F1" w:rsidP="005D4E6F">
      <w:pPr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850F1" w:rsidRPr="00804A63" w:rsidTr="001D673E">
        <w:tc>
          <w:tcPr>
            <w:tcW w:w="9639" w:type="dxa"/>
            <w:shd w:val="clear" w:color="auto" w:fill="CCFFFF"/>
          </w:tcPr>
          <w:p w:rsidR="00E850F1" w:rsidRDefault="00E850F1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50F1" w:rsidRDefault="00E850F1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 xml:space="preserve">Oświadczenie o przynależności lub braku przynależności do tej samej grupy kapitałowej, </w:t>
            </w:r>
          </w:p>
          <w:p w:rsidR="00E850F1" w:rsidRDefault="00E850F1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>o której mowa w art. 24 ust. 1 pkt 23) ustawy Pzp</w:t>
            </w:r>
          </w:p>
          <w:p w:rsidR="00E850F1" w:rsidRPr="00804A63" w:rsidRDefault="00E850F1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850F1" w:rsidRDefault="00E850F1" w:rsidP="005D4E6F">
      <w:pPr>
        <w:rPr>
          <w:rFonts w:ascii="Arial" w:hAnsi="Arial" w:cs="Arial"/>
          <w:b/>
          <w:sz w:val="20"/>
          <w:szCs w:val="20"/>
        </w:rPr>
      </w:pPr>
    </w:p>
    <w:p w:rsidR="00E850F1" w:rsidRDefault="00E850F1" w:rsidP="005D4E6F">
      <w:pPr>
        <w:rPr>
          <w:rFonts w:ascii="Arial" w:hAnsi="Arial" w:cs="Arial"/>
          <w:b/>
          <w:sz w:val="20"/>
          <w:szCs w:val="20"/>
        </w:rPr>
      </w:pPr>
    </w:p>
    <w:p w:rsidR="00E850F1" w:rsidRDefault="00E850F1" w:rsidP="005D4E6F">
      <w:pPr>
        <w:rPr>
          <w:rFonts w:ascii="Arial" w:hAnsi="Arial" w:cs="Arial"/>
          <w:b/>
          <w:sz w:val="20"/>
          <w:szCs w:val="20"/>
        </w:rPr>
      </w:pPr>
    </w:p>
    <w:p w:rsidR="00E850F1" w:rsidRPr="00804A63" w:rsidRDefault="00E850F1" w:rsidP="005D4E6F">
      <w:pPr>
        <w:rPr>
          <w:rFonts w:ascii="Arial" w:hAnsi="Arial" w:cs="Arial"/>
          <w:b/>
          <w:sz w:val="20"/>
          <w:szCs w:val="20"/>
        </w:rPr>
      </w:pPr>
    </w:p>
    <w:p w:rsidR="00E850F1" w:rsidRDefault="00E850F1" w:rsidP="005D4E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Przystępując do postępowania o udzielenie zamówienia publicznego realizowanego w trybie przetargu nieograniczonego na:</w:t>
      </w:r>
    </w:p>
    <w:p w:rsidR="00E850F1" w:rsidRDefault="00E850F1" w:rsidP="003721E7">
      <w:pPr>
        <w:jc w:val="center"/>
        <w:rPr>
          <w:rFonts w:ascii="Arial" w:hAnsi="Arial" w:cs="Arial"/>
          <w:bCs/>
          <w:sz w:val="20"/>
          <w:szCs w:val="20"/>
        </w:rPr>
      </w:pPr>
      <w:r w:rsidRPr="00813929">
        <w:rPr>
          <w:rFonts w:ascii="Arial" w:hAnsi="Arial" w:cs="Arial"/>
          <w:b/>
          <w:spacing w:val="10"/>
          <w:sz w:val="22"/>
          <w:szCs w:val="22"/>
        </w:rPr>
        <w:t xml:space="preserve">Wykonanie materiałów edukacyjnych Zespołu Parków Krajobrazowych Województwa Łódzkiego (opracowanie graficzne, </w:t>
      </w:r>
      <w:r w:rsidRPr="00813929">
        <w:rPr>
          <w:rFonts w:ascii="Arial" w:hAnsi="Arial" w:cs="Arial"/>
          <w:b/>
          <w:spacing w:val="10"/>
          <w:sz w:val="22"/>
          <w:szCs w:val="22"/>
          <w:u w:val="single"/>
        </w:rPr>
        <w:t>spójna, jednolita koncepcja graficzna dla wszystkich wydawnictw</w:t>
      </w:r>
      <w:r w:rsidRPr="00813929">
        <w:rPr>
          <w:rFonts w:ascii="Arial" w:hAnsi="Arial" w:cs="Arial"/>
          <w:b/>
          <w:spacing w:val="10"/>
          <w:sz w:val="22"/>
          <w:szCs w:val="22"/>
        </w:rPr>
        <w:t>, obróbka zdjęć i grafik, druk, dodruk, przygotowanie wersji internetowej PDF oraz edytowalnej wersji cyfrowej do niekomercyjnego wykorzystania)</w:t>
      </w:r>
      <w:r w:rsidRPr="00804A63">
        <w:rPr>
          <w:rFonts w:ascii="Arial" w:hAnsi="Arial" w:cs="Arial"/>
          <w:bCs/>
          <w:sz w:val="20"/>
          <w:szCs w:val="20"/>
        </w:rPr>
        <w:t xml:space="preserve"> </w:t>
      </w:r>
    </w:p>
    <w:p w:rsidR="00E850F1" w:rsidRPr="00804A63" w:rsidRDefault="00E850F1" w:rsidP="003721E7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(sygn. post. </w:t>
      </w:r>
      <w:r>
        <w:rPr>
          <w:rFonts w:ascii="Arial" w:hAnsi="Arial" w:cs="Arial"/>
          <w:b/>
          <w:sz w:val="20"/>
          <w:szCs w:val="20"/>
        </w:rPr>
        <w:t>ZPKWŁ.271.8</w:t>
      </w:r>
      <w:r w:rsidRPr="00804A63">
        <w:rPr>
          <w:rFonts w:ascii="Arial" w:hAnsi="Arial" w:cs="Arial"/>
          <w:b/>
          <w:sz w:val="20"/>
          <w:szCs w:val="20"/>
        </w:rPr>
        <w:t>.2017)</w:t>
      </w:r>
    </w:p>
    <w:p w:rsidR="00E850F1" w:rsidRPr="00804A63" w:rsidRDefault="00E850F1" w:rsidP="003721E7">
      <w:pPr>
        <w:jc w:val="center"/>
        <w:rPr>
          <w:rFonts w:ascii="Arial" w:hAnsi="Arial" w:cs="Arial"/>
          <w:b/>
          <w:bCs/>
          <w:color w:val="0000FF"/>
          <w:sz w:val="20"/>
          <w:szCs w:val="20"/>
        </w:rPr>
      </w:pPr>
    </w:p>
    <w:p w:rsidR="00E850F1" w:rsidRPr="00804A63" w:rsidRDefault="00E850F1" w:rsidP="003721E7">
      <w:pPr>
        <w:jc w:val="center"/>
        <w:rPr>
          <w:rFonts w:ascii="Arial" w:hAnsi="Arial" w:cs="Arial"/>
          <w:b/>
          <w:sz w:val="20"/>
          <w:szCs w:val="20"/>
        </w:rPr>
      </w:pPr>
    </w:p>
    <w:p w:rsidR="00E850F1" w:rsidRPr="00804A63" w:rsidRDefault="00E850F1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04A63">
        <w:rPr>
          <w:rFonts w:ascii="Arial" w:hAnsi="Arial" w:cs="Arial"/>
          <w:sz w:val="20"/>
          <w:szCs w:val="20"/>
        </w:rPr>
        <w:t>niniejszym oświadczam/oświadczamy*, że</w:t>
      </w:r>
    </w:p>
    <w:p w:rsidR="00E850F1" w:rsidRDefault="00E850F1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Wykonawca (pełna nazwa i adres):</w:t>
      </w:r>
    </w:p>
    <w:p w:rsidR="00E850F1" w:rsidRPr="00804A63" w:rsidRDefault="00E850F1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E850F1" w:rsidRDefault="00E850F1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E850F1" w:rsidRDefault="00E850F1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</w:p>
    <w:p w:rsidR="00E850F1" w:rsidRPr="00804A63" w:rsidRDefault="00E850F1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………………………………………………………………………………………….</w:t>
      </w:r>
      <w:r w:rsidRPr="00804A63">
        <w:rPr>
          <w:rFonts w:ascii="Arial" w:hAnsi="Arial" w:cs="Arial"/>
          <w:sz w:val="16"/>
          <w:szCs w:val="16"/>
        </w:rPr>
        <w:t xml:space="preserve">…………… </w:t>
      </w:r>
    </w:p>
    <w:p w:rsidR="00E850F1" w:rsidRPr="00804A63" w:rsidRDefault="00E850F1" w:rsidP="00EE103A">
      <w:pPr>
        <w:jc w:val="center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i/>
          <w:sz w:val="16"/>
          <w:szCs w:val="16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E850F1" w:rsidRDefault="00E850F1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E850F1" w:rsidRPr="00804A63" w:rsidRDefault="00E850F1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E850F1" w:rsidRPr="00804A63" w:rsidRDefault="00E850F1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niniejszym oświadczam/oświadczamy*, że:</w:t>
      </w:r>
    </w:p>
    <w:p w:rsidR="00E850F1" w:rsidRPr="00804A63" w:rsidRDefault="00E850F1" w:rsidP="00EE103A">
      <w:pPr>
        <w:pStyle w:val="List3"/>
        <w:spacing w:after="60"/>
        <w:ind w:hanging="849"/>
        <w:jc w:val="both"/>
        <w:rPr>
          <w:rFonts w:ascii="Arial" w:hAnsi="Arial" w:cs="Arial"/>
          <w:sz w:val="20"/>
          <w:szCs w:val="20"/>
        </w:rPr>
      </w:pPr>
    </w:p>
    <w:p w:rsidR="00E850F1" w:rsidRPr="00804A63" w:rsidRDefault="00E850F1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nie 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</w:t>
      </w:r>
      <w:r w:rsidRPr="00804A63">
        <w:rPr>
          <w:rFonts w:ascii="Arial" w:hAnsi="Arial" w:cs="Arial"/>
          <w:sz w:val="20"/>
          <w:szCs w:val="20"/>
        </w:rPr>
        <w:br/>
        <w:t xml:space="preserve">2007 r. o ochronie konkurencji i konsumentów (Dz. U. Nr 50 poz. 331 z późń. zm.) </w:t>
      </w:r>
      <w:r w:rsidRPr="00804A63">
        <w:rPr>
          <w:rFonts w:ascii="Arial" w:hAnsi="Arial" w:cs="Arial"/>
          <w:sz w:val="20"/>
          <w:szCs w:val="20"/>
        </w:rPr>
        <w:br/>
      </w:r>
      <w:r w:rsidRPr="00804A63">
        <w:rPr>
          <w:rFonts w:ascii="Arial" w:hAnsi="Arial" w:cs="Arial"/>
          <w:b/>
          <w:sz w:val="20"/>
          <w:szCs w:val="20"/>
        </w:rPr>
        <w:t>z Wykonawcami, którzy złożyli oferty w przedmiotowym postępowaniu o udzielenie zamówienia.</w:t>
      </w:r>
    </w:p>
    <w:p w:rsidR="00E850F1" w:rsidRPr="00804A63" w:rsidRDefault="00E850F1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2007 r. </w:t>
      </w:r>
      <w:r w:rsidRPr="00804A63">
        <w:rPr>
          <w:rFonts w:ascii="Arial" w:hAnsi="Arial" w:cs="Arial"/>
          <w:sz w:val="20"/>
          <w:szCs w:val="20"/>
        </w:rPr>
        <w:br/>
        <w:t xml:space="preserve">o ochronie konkurencji i konsumentów (Dz. U. Nr 50 poz. 331 z późń. zm.), </w:t>
      </w:r>
      <w:r w:rsidRPr="00804A63">
        <w:rPr>
          <w:rFonts w:ascii="Arial" w:hAnsi="Arial" w:cs="Arial"/>
          <w:b/>
          <w:sz w:val="20"/>
          <w:szCs w:val="20"/>
        </w:rPr>
        <w:t>łącznie z nw. Wykonawcami którzy złożyli odrębne oferty w przedmiotowym postępowaniu o udzielenie zamówienia:</w:t>
      </w:r>
    </w:p>
    <w:p w:rsidR="00E850F1" w:rsidRPr="00804A63" w:rsidRDefault="00E850F1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:rsidR="00E850F1" w:rsidRPr="00804A63" w:rsidRDefault="00E850F1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:rsidR="00E850F1" w:rsidRPr="00804A63" w:rsidRDefault="00E850F1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:rsidR="00E850F1" w:rsidRPr="00804A63" w:rsidRDefault="00E850F1" w:rsidP="005D4E6F">
      <w:pPr>
        <w:pStyle w:val="BodyText"/>
        <w:rPr>
          <w:sz w:val="20"/>
          <w:szCs w:val="20"/>
        </w:rPr>
      </w:pPr>
    </w:p>
    <w:p w:rsidR="00E850F1" w:rsidRPr="00804A63" w:rsidRDefault="00E850F1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ab/>
      </w:r>
    </w:p>
    <w:p w:rsidR="00E850F1" w:rsidRPr="00804A63" w:rsidRDefault="00E850F1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E850F1" w:rsidRDefault="00E850F1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E850F1" w:rsidRDefault="00E850F1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E850F1" w:rsidRPr="00804A63" w:rsidRDefault="00E850F1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E850F1" w:rsidRPr="00804A63" w:rsidRDefault="00E850F1" w:rsidP="005D4E6F">
      <w:pPr>
        <w:tabs>
          <w:tab w:val="center" w:pos="1418"/>
          <w:tab w:val="center" w:pos="7371"/>
        </w:tabs>
        <w:rPr>
          <w:rFonts w:ascii="Arial" w:hAnsi="Arial" w:cs="Arial"/>
          <w:b/>
          <w:sz w:val="16"/>
          <w:szCs w:val="16"/>
        </w:rPr>
      </w:pPr>
    </w:p>
    <w:p w:rsidR="00E850F1" w:rsidRPr="00804A63" w:rsidRDefault="00E850F1" w:rsidP="005D4E6F">
      <w:pPr>
        <w:pStyle w:val="Tretekstu"/>
        <w:jc w:val="right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</w:t>
      </w:r>
    </w:p>
    <w:p w:rsidR="00E850F1" w:rsidRPr="00804A63" w:rsidRDefault="00E850F1" w:rsidP="00E95374">
      <w:pPr>
        <w:pStyle w:val="Tretekstu"/>
        <w:jc w:val="right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(podpis i pieczątka Wykonawcy lub jego</w:t>
      </w:r>
      <w:r w:rsidRPr="00804A63">
        <w:rPr>
          <w:rFonts w:ascii="Arial" w:hAnsi="Arial" w:cs="Arial"/>
          <w:sz w:val="16"/>
          <w:szCs w:val="16"/>
        </w:rPr>
        <w:br/>
        <w:t>należycie umocowanego przedstawiciela)</w:t>
      </w:r>
    </w:p>
    <w:sectPr w:rsidR="00E850F1" w:rsidRPr="00804A63" w:rsidSect="00E905AE">
      <w:footerReference w:type="even" r:id="rId7"/>
      <w:footerReference w:type="default" r:id="rId8"/>
      <w:pgSz w:w="11907" w:h="16840" w:code="9"/>
      <w:pgMar w:top="845" w:right="839" w:bottom="902" w:left="902" w:header="539" w:footer="64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0F1" w:rsidRDefault="00E850F1">
      <w:r>
        <w:separator/>
      </w:r>
    </w:p>
  </w:endnote>
  <w:endnote w:type="continuationSeparator" w:id="0">
    <w:p w:rsidR="00E850F1" w:rsidRDefault="00E85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0F1" w:rsidRDefault="00E850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50F1" w:rsidRDefault="00E850F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0F1" w:rsidRPr="00993339" w:rsidRDefault="00E850F1" w:rsidP="003277BF">
    <w:pPr>
      <w:pStyle w:val="Footer"/>
      <w:framePr w:wrap="around" w:vAnchor="text" w:hAnchor="page" w:x="10981" w:y="46"/>
      <w:rPr>
        <w:rStyle w:val="PageNumber"/>
        <w:rFonts w:ascii="Arial" w:hAnsi="Arial"/>
        <w:sz w:val="20"/>
        <w:szCs w:val="20"/>
      </w:rPr>
    </w:pPr>
    <w:r w:rsidRPr="00993339">
      <w:rPr>
        <w:rStyle w:val="PageNumber"/>
        <w:rFonts w:ascii="Arial" w:hAnsi="Arial"/>
        <w:sz w:val="20"/>
        <w:szCs w:val="20"/>
      </w:rPr>
      <w:fldChar w:fldCharType="begin"/>
    </w:r>
    <w:r w:rsidRPr="00993339">
      <w:rPr>
        <w:rStyle w:val="PageNumber"/>
        <w:rFonts w:ascii="Arial" w:hAnsi="Arial"/>
        <w:sz w:val="20"/>
        <w:szCs w:val="20"/>
      </w:rPr>
      <w:instrText xml:space="preserve">PAGE  </w:instrText>
    </w:r>
    <w:r w:rsidRPr="00993339">
      <w:rPr>
        <w:rStyle w:val="PageNumber"/>
        <w:rFonts w:ascii="Arial" w:hAnsi="Arial"/>
        <w:sz w:val="20"/>
        <w:szCs w:val="20"/>
      </w:rPr>
      <w:fldChar w:fldCharType="separate"/>
    </w:r>
    <w:r>
      <w:rPr>
        <w:rStyle w:val="PageNumber"/>
        <w:rFonts w:ascii="Arial" w:hAnsi="Arial"/>
        <w:noProof/>
        <w:sz w:val="20"/>
        <w:szCs w:val="20"/>
      </w:rPr>
      <w:t>2</w:t>
    </w:r>
    <w:r w:rsidRPr="00993339">
      <w:rPr>
        <w:rStyle w:val="PageNumber"/>
        <w:rFonts w:ascii="Arial" w:hAnsi="Arial"/>
        <w:sz w:val="20"/>
        <w:szCs w:val="20"/>
      </w:rPr>
      <w:fldChar w:fldCharType="end"/>
    </w:r>
  </w:p>
  <w:p w:rsidR="00E850F1" w:rsidRPr="00993339" w:rsidRDefault="00E850F1" w:rsidP="0014404C">
    <w:pPr>
      <w:pBdr>
        <w:top w:val="single" w:sz="4" w:space="1" w:color="auto"/>
      </w:pBd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0F1" w:rsidRDefault="00E850F1">
      <w:r>
        <w:separator/>
      </w:r>
    </w:p>
  </w:footnote>
  <w:footnote w:type="continuationSeparator" w:id="0">
    <w:p w:rsidR="00E850F1" w:rsidRDefault="00E85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6F"/>
    <w:rsid w:val="00022171"/>
    <w:rsid w:val="00052B52"/>
    <w:rsid w:val="00063959"/>
    <w:rsid w:val="00072D56"/>
    <w:rsid w:val="000859EB"/>
    <w:rsid w:val="000B42E0"/>
    <w:rsid w:val="000D18E2"/>
    <w:rsid w:val="000D340B"/>
    <w:rsid w:val="000E48E8"/>
    <w:rsid w:val="00103147"/>
    <w:rsid w:val="00106740"/>
    <w:rsid w:val="0014404C"/>
    <w:rsid w:val="00151C72"/>
    <w:rsid w:val="001619AE"/>
    <w:rsid w:val="001A15D8"/>
    <w:rsid w:val="001D50A3"/>
    <w:rsid w:val="001D673E"/>
    <w:rsid w:val="001E54A6"/>
    <w:rsid w:val="002058F5"/>
    <w:rsid w:val="002C19FA"/>
    <w:rsid w:val="002D01AA"/>
    <w:rsid w:val="002E4BC2"/>
    <w:rsid w:val="003277BF"/>
    <w:rsid w:val="00332CE4"/>
    <w:rsid w:val="00366E84"/>
    <w:rsid w:val="003721E7"/>
    <w:rsid w:val="0037386E"/>
    <w:rsid w:val="003D09F9"/>
    <w:rsid w:val="00400F5E"/>
    <w:rsid w:val="00463380"/>
    <w:rsid w:val="00464F05"/>
    <w:rsid w:val="00491C5E"/>
    <w:rsid w:val="0054784A"/>
    <w:rsid w:val="00594E32"/>
    <w:rsid w:val="005D4E6F"/>
    <w:rsid w:val="0062046F"/>
    <w:rsid w:val="00650BFD"/>
    <w:rsid w:val="00687FFE"/>
    <w:rsid w:val="0069685B"/>
    <w:rsid w:val="006A4FBB"/>
    <w:rsid w:val="007222A2"/>
    <w:rsid w:val="00754BE1"/>
    <w:rsid w:val="007E0291"/>
    <w:rsid w:val="007E0B36"/>
    <w:rsid w:val="007F4B1E"/>
    <w:rsid w:val="00804A63"/>
    <w:rsid w:val="00813929"/>
    <w:rsid w:val="008147E7"/>
    <w:rsid w:val="008850E5"/>
    <w:rsid w:val="0089070A"/>
    <w:rsid w:val="008A48D0"/>
    <w:rsid w:val="008D27DE"/>
    <w:rsid w:val="009218EE"/>
    <w:rsid w:val="00952D8E"/>
    <w:rsid w:val="009713ED"/>
    <w:rsid w:val="00971CE0"/>
    <w:rsid w:val="00972C1A"/>
    <w:rsid w:val="009827EE"/>
    <w:rsid w:val="00993339"/>
    <w:rsid w:val="009B594D"/>
    <w:rsid w:val="009E541B"/>
    <w:rsid w:val="009F20B9"/>
    <w:rsid w:val="00A058C5"/>
    <w:rsid w:val="00A30508"/>
    <w:rsid w:val="00A57D42"/>
    <w:rsid w:val="00A66EA7"/>
    <w:rsid w:val="00A82EB9"/>
    <w:rsid w:val="00AA7C1A"/>
    <w:rsid w:val="00B11CFF"/>
    <w:rsid w:val="00B360BC"/>
    <w:rsid w:val="00B94027"/>
    <w:rsid w:val="00BD2C21"/>
    <w:rsid w:val="00BD7552"/>
    <w:rsid w:val="00BE1D0F"/>
    <w:rsid w:val="00BE5F86"/>
    <w:rsid w:val="00C23F07"/>
    <w:rsid w:val="00CD1A42"/>
    <w:rsid w:val="00CE3EE4"/>
    <w:rsid w:val="00D31BB6"/>
    <w:rsid w:val="00D44CCF"/>
    <w:rsid w:val="00D71934"/>
    <w:rsid w:val="00DB2202"/>
    <w:rsid w:val="00DE0CD3"/>
    <w:rsid w:val="00E40CE8"/>
    <w:rsid w:val="00E46BE6"/>
    <w:rsid w:val="00E850F1"/>
    <w:rsid w:val="00E905AE"/>
    <w:rsid w:val="00E90688"/>
    <w:rsid w:val="00E95374"/>
    <w:rsid w:val="00EE103A"/>
    <w:rsid w:val="00EF0BDA"/>
    <w:rsid w:val="00F9669C"/>
    <w:rsid w:val="00FB0E3D"/>
    <w:rsid w:val="00FD2D77"/>
    <w:rsid w:val="00FD421B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6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4E6F"/>
    <w:rPr>
      <w:rFonts w:ascii="Arial" w:hAnsi="Arial" w:cs="Arial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4E6F"/>
    <w:rPr>
      <w:rFonts w:ascii="Arial" w:hAnsi="Arial" w:cs="Arial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5D4E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D4E6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4E6F"/>
    <w:rPr>
      <w:rFonts w:cs="Times New Roman"/>
    </w:rPr>
  </w:style>
  <w:style w:type="paragraph" w:customStyle="1" w:styleId="Tretekstu">
    <w:name w:val="Treść tekstu"/>
    <w:basedOn w:val="Normal"/>
    <w:uiPriority w:val="99"/>
    <w:rsid w:val="005D4E6F"/>
    <w:pPr>
      <w:suppressAutoHyphens/>
      <w:spacing w:after="120"/>
      <w:jc w:val="both"/>
    </w:pPr>
    <w:rPr>
      <w:lang w:eastAsia="ar-SA"/>
    </w:rPr>
  </w:style>
  <w:style w:type="paragraph" w:styleId="List3">
    <w:name w:val="List 3"/>
    <w:basedOn w:val="Normal"/>
    <w:uiPriority w:val="99"/>
    <w:rsid w:val="005D4E6F"/>
    <w:pPr>
      <w:ind w:left="849" w:hanging="283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semiHidden/>
    <w:rsid w:val="00A57D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57D42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1"/>
    <w:uiPriority w:val="99"/>
    <w:rsid w:val="00E95374"/>
    <w:pPr>
      <w:tabs>
        <w:tab w:val="center" w:pos="4536"/>
        <w:tab w:val="right" w:pos="9072"/>
      </w:tabs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0F5E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erChar1">
    <w:name w:val="Header Char1"/>
    <w:link w:val="Header"/>
    <w:uiPriority w:val="99"/>
    <w:locked/>
    <w:rsid w:val="00E95374"/>
    <w:rPr>
      <w:sz w:val="24"/>
      <w:lang w:val="pl-PL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E1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10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291</Words>
  <Characters>1750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ZPKWL</cp:lastModifiedBy>
  <cp:revision>20</cp:revision>
  <cp:lastPrinted>2016-10-12T05:57:00Z</cp:lastPrinted>
  <dcterms:created xsi:type="dcterms:W3CDTF">2016-09-06T13:14:00Z</dcterms:created>
  <dcterms:modified xsi:type="dcterms:W3CDTF">2017-10-11T09:00:00Z</dcterms:modified>
</cp:coreProperties>
</file>