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F5" w:rsidRPr="00804A63" w:rsidRDefault="002058F5" w:rsidP="005D4E6F">
      <w:pPr>
        <w:jc w:val="right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 xml:space="preserve">Załącznik Nr 5 do SIWZ </w:t>
      </w:r>
    </w:p>
    <w:p w:rsidR="002058F5" w:rsidRPr="00804A63" w:rsidRDefault="002058F5" w:rsidP="005D4E6F">
      <w:pPr>
        <w:jc w:val="both"/>
        <w:rPr>
          <w:rFonts w:ascii="Arial" w:hAnsi="Arial" w:cs="Arial"/>
          <w:sz w:val="20"/>
          <w:szCs w:val="20"/>
        </w:rPr>
      </w:pPr>
    </w:p>
    <w:p w:rsidR="002058F5" w:rsidRPr="00804A63" w:rsidRDefault="002058F5" w:rsidP="005D4E6F">
      <w:pPr>
        <w:jc w:val="both"/>
        <w:rPr>
          <w:rFonts w:ascii="Arial" w:hAnsi="Arial" w:cs="Arial"/>
          <w:sz w:val="16"/>
          <w:szCs w:val="16"/>
        </w:rPr>
      </w:pPr>
    </w:p>
    <w:p w:rsidR="002058F5" w:rsidRPr="00804A63" w:rsidRDefault="002058F5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…………………………….…….</w:t>
      </w:r>
    </w:p>
    <w:p w:rsidR="002058F5" w:rsidRPr="00804A63" w:rsidRDefault="002058F5" w:rsidP="005D4E6F">
      <w:pPr>
        <w:jc w:val="both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 xml:space="preserve">   /Nazwa Wykonawcy/</w:t>
      </w:r>
    </w:p>
    <w:p w:rsidR="002058F5" w:rsidRPr="00804A63" w:rsidRDefault="002058F5" w:rsidP="005D4E6F">
      <w:pPr>
        <w:rPr>
          <w:rFonts w:ascii="Arial" w:hAnsi="Arial" w:cs="Arial"/>
          <w:b/>
          <w:sz w:val="20"/>
          <w:szCs w:val="20"/>
        </w:rPr>
      </w:pPr>
    </w:p>
    <w:p w:rsidR="002058F5" w:rsidRDefault="002058F5" w:rsidP="005D4E6F">
      <w:pPr>
        <w:rPr>
          <w:rFonts w:ascii="Arial" w:hAnsi="Arial" w:cs="Arial"/>
          <w:b/>
          <w:sz w:val="20"/>
          <w:szCs w:val="20"/>
        </w:rPr>
      </w:pPr>
    </w:p>
    <w:p w:rsidR="002058F5" w:rsidRPr="00804A63" w:rsidRDefault="002058F5" w:rsidP="005D4E6F">
      <w:pPr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9"/>
      </w:tblGrid>
      <w:tr w:rsidR="002058F5" w:rsidRPr="00804A63" w:rsidTr="001D673E">
        <w:tc>
          <w:tcPr>
            <w:tcW w:w="9639" w:type="dxa"/>
            <w:shd w:val="clear" w:color="auto" w:fill="CCFFFF"/>
          </w:tcPr>
          <w:p w:rsidR="002058F5" w:rsidRDefault="002058F5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058F5" w:rsidRDefault="002058F5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 xml:space="preserve">Oświadczenie o przynależności lub braku przynależności do tej samej grupy kapitałowej, </w:t>
            </w:r>
          </w:p>
          <w:p w:rsidR="002058F5" w:rsidRDefault="002058F5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04A63">
              <w:rPr>
                <w:rFonts w:ascii="Arial" w:hAnsi="Arial" w:cs="Arial"/>
                <w:b/>
                <w:sz w:val="20"/>
                <w:szCs w:val="20"/>
              </w:rPr>
              <w:t>o której mowa w art. 24 ust. 1 pkt 23) ustawy Pzp</w:t>
            </w:r>
          </w:p>
          <w:p w:rsidR="002058F5" w:rsidRPr="00804A63" w:rsidRDefault="002058F5" w:rsidP="001A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058F5" w:rsidRDefault="002058F5" w:rsidP="005D4E6F">
      <w:pPr>
        <w:rPr>
          <w:rFonts w:ascii="Arial" w:hAnsi="Arial" w:cs="Arial"/>
          <w:b/>
          <w:sz w:val="20"/>
          <w:szCs w:val="20"/>
        </w:rPr>
      </w:pPr>
    </w:p>
    <w:p w:rsidR="002058F5" w:rsidRDefault="002058F5" w:rsidP="005D4E6F">
      <w:pPr>
        <w:rPr>
          <w:rFonts w:ascii="Arial" w:hAnsi="Arial" w:cs="Arial"/>
          <w:b/>
          <w:sz w:val="20"/>
          <w:szCs w:val="20"/>
        </w:rPr>
      </w:pPr>
    </w:p>
    <w:p w:rsidR="002058F5" w:rsidRDefault="002058F5" w:rsidP="005D4E6F">
      <w:pPr>
        <w:rPr>
          <w:rFonts w:ascii="Arial" w:hAnsi="Arial" w:cs="Arial"/>
          <w:b/>
          <w:sz w:val="20"/>
          <w:szCs w:val="20"/>
        </w:rPr>
      </w:pPr>
    </w:p>
    <w:p w:rsidR="002058F5" w:rsidRPr="00804A63" w:rsidRDefault="002058F5" w:rsidP="005D4E6F">
      <w:pPr>
        <w:rPr>
          <w:rFonts w:ascii="Arial" w:hAnsi="Arial" w:cs="Arial"/>
          <w:b/>
          <w:sz w:val="20"/>
          <w:szCs w:val="20"/>
        </w:rPr>
      </w:pPr>
    </w:p>
    <w:p w:rsidR="002058F5" w:rsidRDefault="002058F5" w:rsidP="005D4E6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Przystępując do postępowania o udzielenie zamówienia publicznego realizowanego w trybie przetargu nieograniczonego na:</w:t>
      </w:r>
    </w:p>
    <w:p w:rsidR="002058F5" w:rsidRPr="00B94027" w:rsidRDefault="002058F5" w:rsidP="00BD755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Dostawa </w:t>
      </w:r>
      <w:r w:rsidRPr="00052B52">
        <w:rPr>
          <w:rFonts w:ascii="Arial" w:hAnsi="Arial" w:cs="Arial"/>
          <w:b/>
          <w:color w:val="000000"/>
          <w:sz w:val="22"/>
          <w:szCs w:val="22"/>
        </w:rPr>
        <w:t>specjalistyczn</w:t>
      </w:r>
      <w:r>
        <w:rPr>
          <w:rFonts w:ascii="Arial" w:hAnsi="Arial" w:cs="Arial"/>
          <w:b/>
          <w:color w:val="000000"/>
          <w:sz w:val="22"/>
          <w:szCs w:val="22"/>
        </w:rPr>
        <w:t>ego</w:t>
      </w:r>
      <w:r w:rsidRPr="00052B52">
        <w:rPr>
          <w:rFonts w:ascii="Arial" w:hAnsi="Arial" w:cs="Arial"/>
          <w:b/>
          <w:color w:val="000000"/>
          <w:sz w:val="22"/>
          <w:szCs w:val="22"/>
        </w:rPr>
        <w:t xml:space="preserve"> samochod</w:t>
      </w:r>
      <w:r>
        <w:rPr>
          <w:rFonts w:ascii="Arial" w:hAnsi="Arial" w:cs="Arial"/>
          <w:b/>
          <w:color w:val="000000"/>
          <w:sz w:val="22"/>
          <w:szCs w:val="22"/>
        </w:rPr>
        <w:t>u</w:t>
      </w:r>
      <w:r w:rsidRPr="00052B52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52B52">
        <w:rPr>
          <w:rFonts w:ascii="Arial" w:hAnsi="Arial" w:cs="Arial"/>
          <w:b/>
          <w:sz w:val="22"/>
          <w:szCs w:val="22"/>
        </w:rPr>
        <w:t>na potrzeby Zespołu Parków Krajobrazowych Województwa Łódzkiego</w:t>
      </w:r>
    </w:p>
    <w:p w:rsidR="002058F5" w:rsidRPr="00804A63" w:rsidRDefault="002058F5" w:rsidP="003721E7">
      <w:pPr>
        <w:jc w:val="center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Cs/>
          <w:sz w:val="20"/>
          <w:szCs w:val="20"/>
        </w:rPr>
        <w:t xml:space="preserve">(sygn. post. </w:t>
      </w:r>
      <w:r>
        <w:rPr>
          <w:rFonts w:ascii="Arial" w:hAnsi="Arial" w:cs="Arial"/>
          <w:b/>
          <w:sz w:val="20"/>
          <w:szCs w:val="20"/>
        </w:rPr>
        <w:t>ZPKWŁ.271.7</w:t>
      </w:r>
      <w:r w:rsidRPr="00804A63">
        <w:rPr>
          <w:rFonts w:ascii="Arial" w:hAnsi="Arial" w:cs="Arial"/>
          <w:b/>
          <w:sz w:val="20"/>
          <w:szCs w:val="20"/>
        </w:rPr>
        <w:t>.2017)</w:t>
      </w:r>
    </w:p>
    <w:p w:rsidR="002058F5" w:rsidRPr="00804A63" w:rsidRDefault="002058F5" w:rsidP="003721E7">
      <w:pPr>
        <w:jc w:val="center"/>
        <w:rPr>
          <w:rFonts w:ascii="Arial" w:hAnsi="Arial" w:cs="Arial"/>
          <w:b/>
          <w:bCs/>
          <w:color w:val="0000FF"/>
          <w:sz w:val="20"/>
          <w:szCs w:val="20"/>
        </w:rPr>
      </w:pPr>
    </w:p>
    <w:p w:rsidR="002058F5" w:rsidRPr="00804A63" w:rsidRDefault="002058F5" w:rsidP="003721E7">
      <w:pPr>
        <w:jc w:val="center"/>
        <w:rPr>
          <w:rFonts w:ascii="Arial" w:hAnsi="Arial" w:cs="Arial"/>
          <w:b/>
          <w:sz w:val="20"/>
          <w:szCs w:val="20"/>
        </w:rPr>
      </w:pPr>
    </w:p>
    <w:p w:rsidR="002058F5" w:rsidRPr="00804A63" w:rsidRDefault="002058F5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04A63">
        <w:rPr>
          <w:rFonts w:ascii="Arial" w:hAnsi="Arial" w:cs="Arial"/>
          <w:sz w:val="20"/>
          <w:szCs w:val="20"/>
        </w:rPr>
        <w:t>niniejszym oświadczam/oświadczamy*, że</w:t>
      </w:r>
    </w:p>
    <w:p w:rsidR="002058F5" w:rsidRDefault="002058F5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Wykonawca (pełna nazwa i adres):</w:t>
      </w:r>
    </w:p>
    <w:p w:rsidR="002058F5" w:rsidRPr="00804A63" w:rsidRDefault="002058F5" w:rsidP="005D4E6F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2058F5" w:rsidRDefault="002058F5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</w:t>
      </w:r>
    </w:p>
    <w:p w:rsidR="002058F5" w:rsidRDefault="002058F5" w:rsidP="00804A63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</w:p>
    <w:p w:rsidR="002058F5" w:rsidRPr="00804A63" w:rsidRDefault="002058F5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center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………………………………………………………………………………………….</w:t>
      </w:r>
      <w:r w:rsidRPr="00804A63">
        <w:rPr>
          <w:rFonts w:ascii="Arial" w:hAnsi="Arial" w:cs="Arial"/>
          <w:sz w:val="16"/>
          <w:szCs w:val="16"/>
        </w:rPr>
        <w:t xml:space="preserve">…………… </w:t>
      </w:r>
    </w:p>
    <w:p w:rsidR="002058F5" w:rsidRPr="00804A63" w:rsidRDefault="002058F5" w:rsidP="00EE103A">
      <w:pPr>
        <w:jc w:val="center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i/>
          <w:sz w:val="16"/>
          <w:szCs w:val="16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2058F5" w:rsidRDefault="002058F5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2058F5" w:rsidRPr="00804A63" w:rsidRDefault="002058F5" w:rsidP="00EE103A">
      <w:pPr>
        <w:pStyle w:val="List3"/>
        <w:spacing w:after="60"/>
        <w:ind w:left="0" w:firstLine="0"/>
        <w:jc w:val="both"/>
        <w:rPr>
          <w:rFonts w:ascii="Arial" w:hAnsi="Arial" w:cs="Arial"/>
          <w:sz w:val="20"/>
          <w:szCs w:val="20"/>
        </w:rPr>
      </w:pPr>
    </w:p>
    <w:p w:rsidR="002058F5" w:rsidRPr="00804A63" w:rsidRDefault="002058F5" w:rsidP="00EE103A">
      <w:pPr>
        <w:tabs>
          <w:tab w:val="left" w:pos="7380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niniejszym oświadczam/oświadczamy*, że:</w:t>
      </w:r>
    </w:p>
    <w:p w:rsidR="002058F5" w:rsidRPr="00804A63" w:rsidRDefault="002058F5" w:rsidP="00EE103A">
      <w:pPr>
        <w:pStyle w:val="List3"/>
        <w:spacing w:after="60"/>
        <w:ind w:hanging="849"/>
        <w:jc w:val="both"/>
        <w:rPr>
          <w:rFonts w:ascii="Arial" w:hAnsi="Arial" w:cs="Arial"/>
          <w:sz w:val="20"/>
          <w:szCs w:val="20"/>
        </w:rPr>
      </w:pPr>
    </w:p>
    <w:p w:rsidR="002058F5" w:rsidRPr="00804A63" w:rsidRDefault="002058F5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nie 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</w:t>
      </w:r>
      <w:r w:rsidRPr="00804A63">
        <w:rPr>
          <w:rFonts w:ascii="Arial" w:hAnsi="Arial" w:cs="Arial"/>
          <w:sz w:val="20"/>
          <w:szCs w:val="20"/>
        </w:rPr>
        <w:br/>
        <w:t xml:space="preserve">2007 r. o ochronie konkurencji i konsumentów (Dz. U. Nr 50 poz. 331 z późń. zm.) </w:t>
      </w:r>
      <w:r w:rsidRPr="00804A63">
        <w:rPr>
          <w:rFonts w:ascii="Arial" w:hAnsi="Arial" w:cs="Arial"/>
          <w:sz w:val="20"/>
          <w:szCs w:val="20"/>
        </w:rPr>
        <w:br/>
      </w:r>
      <w:r w:rsidRPr="00804A63">
        <w:rPr>
          <w:rFonts w:ascii="Arial" w:hAnsi="Arial" w:cs="Arial"/>
          <w:b/>
          <w:sz w:val="20"/>
          <w:szCs w:val="20"/>
        </w:rPr>
        <w:t>z Wykonawcami, którzy złożyli oferty w przedmiotowym postępowaniu o udzielenie zamówienia.</w:t>
      </w:r>
    </w:p>
    <w:p w:rsidR="002058F5" w:rsidRPr="00804A63" w:rsidRDefault="002058F5" w:rsidP="00EE103A">
      <w:pPr>
        <w:pStyle w:val="List3"/>
        <w:numPr>
          <w:ilvl w:val="0"/>
          <w:numId w:val="1"/>
        </w:numPr>
        <w:spacing w:after="60"/>
        <w:ind w:left="742" w:hanging="742"/>
        <w:jc w:val="both"/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 xml:space="preserve">Wykonawca </w:t>
      </w:r>
      <w:r w:rsidRPr="00804A63">
        <w:rPr>
          <w:rFonts w:ascii="Arial" w:hAnsi="Arial" w:cs="Arial"/>
          <w:b/>
          <w:sz w:val="20"/>
          <w:szCs w:val="20"/>
        </w:rPr>
        <w:t>przynależy</w:t>
      </w:r>
      <w:r w:rsidRPr="00804A63">
        <w:rPr>
          <w:rFonts w:ascii="Arial" w:hAnsi="Arial" w:cs="Arial"/>
          <w:sz w:val="20"/>
          <w:szCs w:val="20"/>
        </w:rPr>
        <w:t xml:space="preserve"> do grupy kapitałowej**, w rozumieniu ustawy z dnia 16 lutego 2007 r. </w:t>
      </w:r>
      <w:r w:rsidRPr="00804A63">
        <w:rPr>
          <w:rFonts w:ascii="Arial" w:hAnsi="Arial" w:cs="Arial"/>
          <w:sz w:val="20"/>
          <w:szCs w:val="20"/>
        </w:rPr>
        <w:br/>
        <w:t xml:space="preserve">o ochronie konkurencji i konsumentów (Dz. U. Nr 50 poz. 331 z późń. zm.), </w:t>
      </w:r>
      <w:r w:rsidRPr="00804A63">
        <w:rPr>
          <w:rFonts w:ascii="Arial" w:hAnsi="Arial" w:cs="Arial"/>
          <w:b/>
          <w:sz w:val="20"/>
          <w:szCs w:val="20"/>
        </w:rPr>
        <w:t>łącznie z nw. Wykonawcami którzy złożyli odrębne oferty w przedmiotowym postępowaniu o udzielenie zamówienia:</w:t>
      </w:r>
    </w:p>
    <w:p w:rsidR="002058F5" w:rsidRPr="00804A63" w:rsidRDefault="002058F5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:rsidR="002058F5" w:rsidRPr="00804A63" w:rsidRDefault="002058F5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:rsidR="002058F5" w:rsidRPr="00804A63" w:rsidRDefault="002058F5" w:rsidP="00EE103A">
      <w:pPr>
        <w:pStyle w:val="List3"/>
        <w:spacing w:after="60"/>
        <w:ind w:left="742" w:firstLine="0"/>
        <w:jc w:val="both"/>
        <w:rPr>
          <w:rFonts w:ascii="Arial" w:hAnsi="Arial" w:cs="Arial"/>
          <w:sz w:val="20"/>
          <w:szCs w:val="20"/>
        </w:rPr>
      </w:pPr>
      <w:r w:rsidRPr="00804A63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:rsidR="002058F5" w:rsidRPr="00804A63" w:rsidRDefault="002058F5" w:rsidP="005D4E6F">
      <w:pPr>
        <w:pStyle w:val="BodyText"/>
        <w:rPr>
          <w:sz w:val="20"/>
          <w:szCs w:val="20"/>
        </w:rPr>
      </w:pPr>
    </w:p>
    <w:p w:rsidR="002058F5" w:rsidRPr="00804A63" w:rsidRDefault="002058F5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  <w:r w:rsidRPr="00804A63">
        <w:rPr>
          <w:rFonts w:ascii="Arial" w:hAnsi="Arial" w:cs="Arial"/>
          <w:b/>
          <w:sz w:val="20"/>
          <w:szCs w:val="20"/>
        </w:rPr>
        <w:tab/>
      </w:r>
    </w:p>
    <w:p w:rsidR="002058F5" w:rsidRPr="00804A63" w:rsidRDefault="002058F5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2058F5" w:rsidRDefault="002058F5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2058F5" w:rsidRDefault="002058F5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2058F5" w:rsidRPr="00804A63" w:rsidRDefault="002058F5" w:rsidP="005D4E6F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rPr>
          <w:rFonts w:ascii="Arial" w:hAnsi="Arial" w:cs="Arial"/>
          <w:b/>
          <w:sz w:val="20"/>
          <w:szCs w:val="20"/>
        </w:rPr>
      </w:pPr>
    </w:p>
    <w:p w:rsidR="002058F5" w:rsidRPr="00804A63" w:rsidRDefault="002058F5" w:rsidP="005D4E6F">
      <w:pPr>
        <w:tabs>
          <w:tab w:val="center" w:pos="1418"/>
          <w:tab w:val="center" w:pos="7371"/>
        </w:tabs>
        <w:rPr>
          <w:rFonts w:ascii="Arial" w:hAnsi="Arial" w:cs="Arial"/>
          <w:b/>
          <w:sz w:val="16"/>
          <w:szCs w:val="16"/>
        </w:rPr>
      </w:pPr>
    </w:p>
    <w:p w:rsidR="002058F5" w:rsidRPr="00804A63" w:rsidRDefault="002058F5" w:rsidP="005D4E6F">
      <w:pPr>
        <w:pStyle w:val="Tretekstu"/>
        <w:jc w:val="right"/>
        <w:rPr>
          <w:rFonts w:ascii="Arial" w:hAnsi="Arial" w:cs="Arial"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………………………………………………</w:t>
      </w:r>
    </w:p>
    <w:p w:rsidR="002058F5" w:rsidRPr="00804A63" w:rsidRDefault="002058F5" w:rsidP="00E95374">
      <w:pPr>
        <w:pStyle w:val="Tretekstu"/>
        <w:jc w:val="right"/>
        <w:rPr>
          <w:rFonts w:ascii="Arial" w:hAnsi="Arial" w:cs="Arial"/>
          <w:i/>
          <w:sz w:val="16"/>
          <w:szCs w:val="16"/>
        </w:rPr>
      </w:pPr>
      <w:r w:rsidRPr="00804A63">
        <w:rPr>
          <w:rFonts w:ascii="Arial" w:hAnsi="Arial" w:cs="Arial"/>
          <w:sz w:val="16"/>
          <w:szCs w:val="16"/>
        </w:rPr>
        <w:t>(podpis i pieczątka Wykonawcy lub jego</w:t>
      </w:r>
      <w:r w:rsidRPr="00804A63">
        <w:rPr>
          <w:rFonts w:ascii="Arial" w:hAnsi="Arial" w:cs="Arial"/>
          <w:sz w:val="16"/>
          <w:szCs w:val="16"/>
        </w:rPr>
        <w:br/>
        <w:t>należycie umocowanego przedstawiciela)</w:t>
      </w:r>
    </w:p>
    <w:sectPr w:rsidR="002058F5" w:rsidRPr="00804A63" w:rsidSect="00E905AE">
      <w:footerReference w:type="even" r:id="rId7"/>
      <w:footerReference w:type="default" r:id="rId8"/>
      <w:pgSz w:w="11907" w:h="16840" w:code="9"/>
      <w:pgMar w:top="845" w:right="839" w:bottom="902" w:left="902" w:header="539" w:footer="64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8F5" w:rsidRDefault="002058F5">
      <w:r>
        <w:separator/>
      </w:r>
    </w:p>
  </w:endnote>
  <w:endnote w:type="continuationSeparator" w:id="0">
    <w:p w:rsidR="002058F5" w:rsidRDefault="00205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F5" w:rsidRDefault="002058F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58F5" w:rsidRDefault="002058F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F5" w:rsidRPr="00993339" w:rsidRDefault="002058F5" w:rsidP="003277BF">
    <w:pPr>
      <w:pStyle w:val="Footer"/>
      <w:framePr w:wrap="around" w:vAnchor="text" w:hAnchor="page" w:x="10981" w:y="46"/>
      <w:rPr>
        <w:rStyle w:val="PageNumber"/>
        <w:rFonts w:ascii="Arial" w:hAnsi="Arial"/>
        <w:sz w:val="20"/>
        <w:szCs w:val="20"/>
      </w:rPr>
    </w:pPr>
    <w:r w:rsidRPr="00993339">
      <w:rPr>
        <w:rStyle w:val="PageNumber"/>
        <w:rFonts w:ascii="Arial" w:hAnsi="Arial"/>
        <w:sz w:val="20"/>
        <w:szCs w:val="20"/>
      </w:rPr>
      <w:fldChar w:fldCharType="begin"/>
    </w:r>
    <w:r w:rsidRPr="00993339">
      <w:rPr>
        <w:rStyle w:val="PageNumber"/>
        <w:rFonts w:ascii="Arial" w:hAnsi="Arial"/>
        <w:sz w:val="20"/>
        <w:szCs w:val="20"/>
      </w:rPr>
      <w:instrText xml:space="preserve">PAGE  </w:instrText>
    </w:r>
    <w:r w:rsidRPr="00993339">
      <w:rPr>
        <w:rStyle w:val="PageNumber"/>
        <w:rFonts w:ascii="Arial" w:hAnsi="Arial"/>
        <w:sz w:val="20"/>
        <w:szCs w:val="20"/>
      </w:rPr>
      <w:fldChar w:fldCharType="separate"/>
    </w:r>
    <w:r>
      <w:rPr>
        <w:rStyle w:val="PageNumber"/>
        <w:rFonts w:ascii="Arial" w:hAnsi="Arial"/>
        <w:noProof/>
        <w:sz w:val="20"/>
        <w:szCs w:val="20"/>
      </w:rPr>
      <w:t>2</w:t>
    </w:r>
    <w:r w:rsidRPr="00993339">
      <w:rPr>
        <w:rStyle w:val="PageNumber"/>
        <w:rFonts w:ascii="Arial" w:hAnsi="Arial"/>
        <w:sz w:val="20"/>
        <w:szCs w:val="20"/>
      </w:rPr>
      <w:fldChar w:fldCharType="end"/>
    </w:r>
  </w:p>
  <w:p w:rsidR="002058F5" w:rsidRPr="00993339" w:rsidRDefault="002058F5" w:rsidP="0014404C">
    <w:pPr>
      <w:pBdr>
        <w:top w:val="single" w:sz="4" w:space="1" w:color="auto"/>
      </w:pBd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8F5" w:rsidRDefault="002058F5">
      <w:r>
        <w:separator/>
      </w:r>
    </w:p>
  </w:footnote>
  <w:footnote w:type="continuationSeparator" w:id="0">
    <w:p w:rsidR="002058F5" w:rsidRDefault="00205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6F"/>
    <w:rsid w:val="00022171"/>
    <w:rsid w:val="00052B52"/>
    <w:rsid w:val="00063959"/>
    <w:rsid w:val="00072D56"/>
    <w:rsid w:val="000859EB"/>
    <w:rsid w:val="000B42E0"/>
    <w:rsid w:val="000D18E2"/>
    <w:rsid w:val="000D340B"/>
    <w:rsid w:val="000E48E8"/>
    <w:rsid w:val="00103147"/>
    <w:rsid w:val="00106740"/>
    <w:rsid w:val="0014404C"/>
    <w:rsid w:val="00151C72"/>
    <w:rsid w:val="001619AE"/>
    <w:rsid w:val="001A15D8"/>
    <w:rsid w:val="001D50A3"/>
    <w:rsid w:val="001D673E"/>
    <w:rsid w:val="001E54A6"/>
    <w:rsid w:val="002058F5"/>
    <w:rsid w:val="002C19FA"/>
    <w:rsid w:val="002D01AA"/>
    <w:rsid w:val="002E4BC2"/>
    <w:rsid w:val="003277BF"/>
    <w:rsid w:val="00332CE4"/>
    <w:rsid w:val="00366E84"/>
    <w:rsid w:val="003721E7"/>
    <w:rsid w:val="0037386E"/>
    <w:rsid w:val="003D09F9"/>
    <w:rsid w:val="00400F5E"/>
    <w:rsid w:val="00463380"/>
    <w:rsid w:val="00464F05"/>
    <w:rsid w:val="00491C5E"/>
    <w:rsid w:val="0054784A"/>
    <w:rsid w:val="00594E32"/>
    <w:rsid w:val="005D4E6F"/>
    <w:rsid w:val="0062046F"/>
    <w:rsid w:val="00650BFD"/>
    <w:rsid w:val="00687FFE"/>
    <w:rsid w:val="0069685B"/>
    <w:rsid w:val="006A4FBB"/>
    <w:rsid w:val="007222A2"/>
    <w:rsid w:val="00754BE1"/>
    <w:rsid w:val="007E0291"/>
    <w:rsid w:val="007E0B36"/>
    <w:rsid w:val="007F4B1E"/>
    <w:rsid w:val="00804A63"/>
    <w:rsid w:val="008147E7"/>
    <w:rsid w:val="008850E5"/>
    <w:rsid w:val="008A48D0"/>
    <w:rsid w:val="008D27DE"/>
    <w:rsid w:val="009218EE"/>
    <w:rsid w:val="00952D8E"/>
    <w:rsid w:val="009713ED"/>
    <w:rsid w:val="00971CE0"/>
    <w:rsid w:val="00972C1A"/>
    <w:rsid w:val="009827EE"/>
    <w:rsid w:val="00993339"/>
    <w:rsid w:val="009B594D"/>
    <w:rsid w:val="009E541B"/>
    <w:rsid w:val="009F20B9"/>
    <w:rsid w:val="00A058C5"/>
    <w:rsid w:val="00A30508"/>
    <w:rsid w:val="00A57D42"/>
    <w:rsid w:val="00A66EA7"/>
    <w:rsid w:val="00A82EB9"/>
    <w:rsid w:val="00AA7C1A"/>
    <w:rsid w:val="00B11CFF"/>
    <w:rsid w:val="00B360BC"/>
    <w:rsid w:val="00B94027"/>
    <w:rsid w:val="00BD2C21"/>
    <w:rsid w:val="00BD7552"/>
    <w:rsid w:val="00BE1D0F"/>
    <w:rsid w:val="00BE5F86"/>
    <w:rsid w:val="00C23F07"/>
    <w:rsid w:val="00CD1A42"/>
    <w:rsid w:val="00CE3EE4"/>
    <w:rsid w:val="00D31BB6"/>
    <w:rsid w:val="00D44CCF"/>
    <w:rsid w:val="00D71934"/>
    <w:rsid w:val="00DB2202"/>
    <w:rsid w:val="00DE0CD3"/>
    <w:rsid w:val="00E40CE8"/>
    <w:rsid w:val="00E46BE6"/>
    <w:rsid w:val="00E905AE"/>
    <w:rsid w:val="00E90688"/>
    <w:rsid w:val="00E95374"/>
    <w:rsid w:val="00EE103A"/>
    <w:rsid w:val="00EF0BDA"/>
    <w:rsid w:val="00F9669C"/>
    <w:rsid w:val="00FD421B"/>
    <w:rsid w:val="00FD7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E6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4E6F"/>
    <w:rPr>
      <w:rFonts w:ascii="Arial" w:hAnsi="Arial" w:cs="Arial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D4E6F"/>
    <w:rPr>
      <w:rFonts w:ascii="Arial" w:hAnsi="Arial" w:cs="Arial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5D4E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D4E6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4E6F"/>
    <w:rPr>
      <w:rFonts w:cs="Times New Roman"/>
    </w:rPr>
  </w:style>
  <w:style w:type="paragraph" w:customStyle="1" w:styleId="Tretekstu">
    <w:name w:val="Treść tekstu"/>
    <w:basedOn w:val="Normal"/>
    <w:uiPriority w:val="99"/>
    <w:rsid w:val="005D4E6F"/>
    <w:pPr>
      <w:suppressAutoHyphens/>
      <w:spacing w:after="120"/>
      <w:jc w:val="both"/>
    </w:pPr>
    <w:rPr>
      <w:lang w:eastAsia="ar-SA"/>
    </w:rPr>
  </w:style>
  <w:style w:type="paragraph" w:styleId="List3">
    <w:name w:val="List 3"/>
    <w:basedOn w:val="Normal"/>
    <w:uiPriority w:val="99"/>
    <w:rsid w:val="005D4E6F"/>
    <w:pPr>
      <w:ind w:left="849" w:hanging="283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semiHidden/>
    <w:rsid w:val="00A57D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57D42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1"/>
    <w:uiPriority w:val="99"/>
    <w:rsid w:val="00E95374"/>
    <w:pPr>
      <w:tabs>
        <w:tab w:val="center" w:pos="4536"/>
        <w:tab w:val="right" w:pos="9072"/>
      </w:tabs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0F5E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HeaderChar1">
    <w:name w:val="Header Char1"/>
    <w:link w:val="Header"/>
    <w:uiPriority w:val="99"/>
    <w:locked/>
    <w:rsid w:val="00E95374"/>
    <w:rPr>
      <w:sz w:val="24"/>
      <w:lang w:val="pl-PL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E10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103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260</Words>
  <Characters>1562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ZPKWL</cp:lastModifiedBy>
  <cp:revision>19</cp:revision>
  <cp:lastPrinted>2016-10-12T05:57:00Z</cp:lastPrinted>
  <dcterms:created xsi:type="dcterms:W3CDTF">2016-09-06T13:14:00Z</dcterms:created>
  <dcterms:modified xsi:type="dcterms:W3CDTF">2017-10-05T09:48:00Z</dcterms:modified>
</cp:coreProperties>
</file>